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18BA" w14:textId="4898A60B" w:rsidR="008933E6" w:rsidRPr="00037C4C" w:rsidRDefault="008933E6">
      <w:pPr>
        <w:widowControl/>
        <w:overflowPunct/>
        <w:adjustRightInd/>
        <w:jc w:val="left"/>
        <w:textAlignment w:val="auto"/>
        <w:rPr>
          <w:rFonts w:ascii="BIZ UDPゴシック" w:eastAsia="BIZ UDPゴシック" w:hAnsi="BIZ UDPゴシック"/>
          <w:color w:val="000000" w:themeColor="text1"/>
          <w:sz w:val="28"/>
          <w:szCs w:val="28"/>
        </w:rPr>
      </w:pPr>
      <w:r w:rsidRPr="008933E6">
        <w:rPr>
          <w:rFonts w:ascii="BIZ UDPゴシック" w:eastAsia="BIZ UDPゴシック" w:hAnsi="BIZ UDPゴシック" w:hint="eastAsia"/>
          <w:color w:val="000000" w:themeColor="text1"/>
          <w:sz w:val="28"/>
          <w:szCs w:val="28"/>
        </w:rPr>
        <w:t>様式１１</w:t>
      </w:r>
    </w:p>
    <w:p w14:paraId="1C9CA492" w14:textId="739DF5AF" w:rsidR="006A1840" w:rsidRPr="008933E6" w:rsidRDefault="006A1840" w:rsidP="006A1840">
      <w:pPr>
        <w:jc w:val="center"/>
        <w:rPr>
          <w:rFonts w:ascii="BIZ UDPゴシック" w:eastAsia="BIZ UDPゴシック" w:hAnsi="BIZ UDPゴシック" w:cs="ＭＳ ゴシック"/>
          <w:sz w:val="28"/>
          <w:szCs w:val="28"/>
        </w:rPr>
      </w:pPr>
      <w:r w:rsidRPr="008933E6">
        <w:rPr>
          <w:rFonts w:ascii="BIZ UDPゴシック" w:eastAsia="BIZ UDPゴシック" w:hAnsi="BIZ UDPゴシック" w:cs="ＭＳ ゴシック" w:hint="eastAsia"/>
          <w:sz w:val="28"/>
          <w:szCs w:val="28"/>
        </w:rPr>
        <w:t>申請URL　送付依頼申込書</w:t>
      </w:r>
    </w:p>
    <w:p w14:paraId="40622F7C" w14:textId="77777777" w:rsidR="006A1840" w:rsidRPr="008933E6" w:rsidRDefault="006A1840" w:rsidP="006A1840">
      <w:pPr>
        <w:rPr>
          <w:rFonts w:ascii="BIZ UDPゴシック" w:eastAsia="BIZ UDPゴシック" w:hAnsi="BIZ UDPゴシック"/>
        </w:rPr>
      </w:pPr>
      <w:r w:rsidRPr="008933E6">
        <w:rPr>
          <w:rFonts w:ascii="BIZ UDPゴシック" w:eastAsia="BIZ UDPゴシック" w:hAnsi="BIZ UDPゴシック"/>
        </w:rPr>
        <w:t xml:space="preserve">                                                     </w:t>
      </w:r>
      <w:r w:rsidRPr="008933E6">
        <w:rPr>
          <w:rFonts w:ascii="BIZ UDPゴシック" w:eastAsia="BIZ UDPゴシック" w:hAnsi="BIZ UDPゴシック" w:cs="ＭＳ 明朝" w:hint="eastAsia"/>
        </w:rPr>
        <w:t>令和　　年　　月　　日</w:t>
      </w:r>
    </w:p>
    <w:p w14:paraId="3C3B437B" w14:textId="77777777" w:rsidR="00037C4C" w:rsidRDefault="006A1840" w:rsidP="006A1840">
      <w:pPr>
        <w:rPr>
          <w:rFonts w:ascii="BIZ UDPゴシック" w:eastAsia="BIZ UDPゴシック" w:hAnsi="BIZ UDPゴシック"/>
        </w:rPr>
      </w:pPr>
      <w:r w:rsidRPr="008933E6">
        <w:rPr>
          <w:rFonts w:ascii="BIZ UDPゴシック" w:eastAsia="BIZ UDPゴシック" w:hAnsi="BIZ UDPゴシック"/>
        </w:rPr>
        <w:t xml:space="preserve">  </w:t>
      </w:r>
    </w:p>
    <w:p w14:paraId="11C4759A" w14:textId="3B31152A" w:rsidR="006A1840" w:rsidRPr="008933E6" w:rsidRDefault="006A1840" w:rsidP="006A1840">
      <w:pPr>
        <w:rPr>
          <w:rFonts w:ascii="BIZ UDPゴシック" w:eastAsia="BIZ UDPゴシック" w:hAnsi="BIZ UDPゴシック"/>
          <w:lang w:eastAsia="zh-TW"/>
        </w:rPr>
      </w:pPr>
      <w:r w:rsidRPr="008933E6">
        <w:rPr>
          <w:rFonts w:ascii="BIZ UDPゴシック" w:eastAsia="BIZ UDPゴシック" w:hAnsi="BIZ UDPゴシック" w:cs="ＭＳ 明朝" w:hint="eastAsia"/>
          <w:lang w:eastAsia="zh-TW"/>
        </w:rPr>
        <w:t>埼玉県</w:t>
      </w:r>
      <w:r w:rsidR="00846587">
        <w:rPr>
          <w:rFonts w:ascii="BIZ UDPゴシック" w:eastAsia="BIZ UDPゴシック" w:hAnsi="BIZ UDPゴシック" w:cs="ＭＳ 明朝" w:hint="eastAsia"/>
        </w:rPr>
        <w:t>福祉部障害者福祉推進</w:t>
      </w:r>
      <w:r w:rsidR="00AC2A1D">
        <w:rPr>
          <w:rFonts w:ascii="BIZ UDPゴシック" w:eastAsia="BIZ UDPゴシック" w:hAnsi="BIZ UDPゴシック" w:cs="ＭＳ 明朝" w:hint="eastAsia"/>
        </w:rPr>
        <w:t>課</w:t>
      </w:r>
      <w:r w:rsidR="005A11C9">
        <w:rPr>
          <w:rFonts w:ascii="BIZ UDPゴシック" w:eastAsia="BIZ UDPゴシック" w:hAnsi="BIZ UDPゴシック" w:cs="ＭＳ 明朝" w:hint="eastAsia"/>
        </w:rPr>
        <w:t>総務・計画・団体担当</w:t>
      </w:r>
      <w:r w:rsidRPr="008933E6">
        <w:rPr>
          <w:rFonts w:ascii="BIZ UDPゴシック" w:eastAsia="BIZ UDPゴシック" w:hAnsi="BIZ UDPゴシック" w:cs="ＭＳ 明朝" w:hint="eastAsia"/>
          <w:lang w:eastAsia="zh-TW"/>
        </w:rPr>
        <w:t xml:space="preserve">　</w:t>
      </w:r>
      <w:r w:rsidR="005A11C9">
        <w:rPr>
          <w:rFonts w:ascii="BIZ UDPゴシック" w:eastAsia="BIZ UDPゴシック" w:hAnsi="BIZ UDPゴシック" w:cs="ＭＳ 明朝" w:hint="eastAsia"/>
        </w:rPr>
        <w:t>行き</w:t>
      </w:r>
      <w:r w:rsidRPr="008933E6">
        <w:rPr>
          <w:rFonts w:ascii="BIZ UDPゴシック" w:eastAsia="BIZ UDPゴシック" w:hAnsi="BIZ UDPゴシック" w:cs="ＭＳ 明朝" w:hint="eastAsia"/>
          <w:lang w:eastAsia="zh-TW"/>
        </w:rPr>
        <w:t xml:space="preserve">　</w:t>
      </w:r>
    </w:p>
    <w:p w14:paraId="38E04859" w14:textId="75CB4D0A" w:rsidR="006A1840" w:rsidRPr="008933E6" w:rsidRDefault="006A1840" w:rsidP="006A1840">
      <w:pPr>
        <w:rPr>
          <w:rFonts w:ascii="BIZ UDPゴシック" w:eastAsia="BIZ UDPゴシック" w:hAnsi="BIZ UDPゴシック"/>
        </w:rPr>
      </w:pPr>
      <w:r w:rsidRPr="008933E6">
        <w:rPr>
          <w:rFonts w:ascii="BIZ UDPゴシック" w:eastAsia="BIZ UDPゴシック" w:hAnsi="BIZ UDPゴシック"/>
          <w:lang w:eastAsia="zh-TW"/>
        </w:rPr>
        <w:t xml:space="preserve">  </w:t>
      </w:r>
      <w:r w:rsidRPr="008933E6">
        <w:rPr>
          <w:rFonts w:ascii="BIZ UDPゴシック" w:eastAsia="BIZ UDPゴシック" w:hAnsi="BIZ UDPゴシック" w:cs="ＭＳ 明朝" w:hint="eastAsia"/>
        </w:rPr>
        <w:t>（</w:t>
      </w:r>
      <w:r w:rsidR="00037C4C" w:rsidRPr="00037C4C">
        <w:rPr>
          <w:rFonts w:ascii="BIZ UDPゴシック" w:eastAsia="BIZ UDPゴシック" w:hAnsi="BIZ UDPゴシック" w:cs="ＭＳ ゴシック"/>
        </w:rPr>
        <w:t>E-mail</w:t>
      </w:r>
      <w:r w:rsidR="00037C4C" w:rsidRPr="00037C4C">
        <w:rPr>
          <w:rFonts w:ascii="BIZ UDPゴシック" w:eastAsia="BIZ UDPゴシック" w:hAnsi="BIZ UDPゴシック" w:cs="ＭＳ ゴシック" w:hint="eastAsia"/>
        </w:rPr>
        <w:t>：</w:t>
      </w:r>
      <w:r w:rsidR="00037C4C" w:rsidRPr="00037C4C">
        <w:rPr>
          <w:rFonts w:ascii="BIZ UDPゴシック" w:eastAsia="BIZ UDPゴシック" w:hAnsi="BIZ UDPゴシック" w:cs="ＭＳ ゴシック"/>
        </w:rPr>
        <w:t>a3</w:t>
      </w:r>
      <w:r w:rsidR="00037C4C" w:rsidRPr="00037C4C">
        <w:rPr>
          <w:rFonts w:ascii="BIZ UDPゴシック" w:eastAsia="BIZ UDPゴシック" w:hAnsi="BIZ UDPゴシック" w:cs="ＭＳ ゴシック" w:hint="eastAsia"/>
        </w:rPr>
        <w:t>310</w:t>
      </w:r>
      <w:r w:rsidR="00037C4C" w:rsidRPr="00037C4C">
        <w:rPr>
          <w:rFonts w:ascii="BIZ UDPゴシック" w:eastAsia="BIZ UDPゴシック" w:hAnsi="BIZ UDPゴシック" w:cs="ＭＳ ゴシック"/>
        </w:rPr>
        <w:t>-</w:t>
      </w:r>
      <w:r w:rsidR="00037C4C" w:rsidRPr="00037C4C">
        <w:rPr>
          <w:rFonts w:ascii="BIZ UDPゴシック" w:eastAsia="BIZ UDPゴシック" w:hAnsi="BIZ UDPゴシック" w:cs="ＭＳ ゴシック" w:hint="eastAsia"/>
        </w:rPr>
        <w:t>07</w:t>
      </w:r>
      <w:r w:rsidR="00037C4C" w:rsidRPr="00037C4C">
        <w:rPr>
          <w:rFonts w:ascii="BIZ UDPゴシック" w:eastAsia="BIZ UDPゴシック" w:hAnsi="BIZ UDPゴシック" w:cs="ＭＳ ゴシック"/>
        </w:rPr>
        <w:t>@pref.saitama.lg.jp</w:t>
      </w:r>
      <w:r w:rsidRPr="008933E6">
        <w:rPr>
          <w:rFonts w:ascii="BIZ UDPゴシック" w:eastAsia="BIZ UDPゴシック" w:hAnsi="BIZ UDPゴシック" w:cs="ＭＳ 明朝" w:hint="eastAsia"/>
        </w:rPr>
        <w:t>）</w:t>
      </w:r>
    </w:p>
    <w:p w14:paraId="0F44490A" w14:textId="77777777" w:rsidR="006A1840" w:rsidRPr="008933E6" w:rsidRDefault="006A1840" w:rsidP="006A1840">
      <w:pPr>
        <w:rPr>
          <w:rFonts w:ascii="BIZ UDPゴシック" w:eastAsia="BIZ UDPゴシック" w:hAnsi="BIZ UDPゴシック"/>
        </w:rPr>
      </w:pPr>
      <w:r w:rsidRPr="008933E6">
        <w:rPr>
          <w:rFonts w:ascii="BIZ UDPゴシック" w:eastAsia="BIZ UDPゴシック" w:hAnsi="BIZ UDPゴシック"/>
        </w:rPr>
        <w:t xml:space="preserve"> </w:t>
      </w:r>
    </w:p>
    <w:p w14:paraId="49B2BBC8" w14:textId="77777777" w:rsidR="006A1840" w:rsidRPr="008933E6" w:rsidRDefault="006A1840" w:rsidP="006A1840">
      <w:pPr>
        <w:rPr>
          <w:rFonts w:ascii="BIZ UDPゴシック" w:eastAsia="BIZ UDPゴシック" w:hAnsi="BIZ UDPゴシック"/>
        </w:rPr>
      </w:pPr>
      <w:r w:rsidRPr="008933E6">
        <w:rPr>
          <w:rFonts w:ascii="BIZ UDPゴシック" w:eastAsia="BIZ UDPゴシック" w:hAnsi="BIZ UDPゴシック" w:cs="ＭＳ 明朝" w:hint="eastAsia"/>
        </w:rPr>
        <w:t xml:space="preserve">　申請書類を送付したいのでU</w:t>
      </w:r>
      <w:r w:rsidRPr="008933E6">
        <w:rPr>
          <w:rFonts w:ascii="BIZ UDPゴシック" w:eastAsia="BIZ UDPゴシック" w:hAnsi="BIZ UDPゴシック" w:cs="ＭＳ 明朝"/>
        </w:rPr>
        <w:t>RL</w:t>
      </w:r>
      <w:r w:rsidRPr="008933E6">
        <w:rPr>
          <w:rFonts w:ascii="BIZ UDPゴシック" w:eastAsia="BIZ UDPゴシック" w:hAnsi="BIZ UDPゴシック" w:cs="ＭＳ 明朝" w:hint="eastAsia"/>
        </w:rPr>
        <w:t>の送付を希望いたします。</w:t>
      </w:r>
    </w:p>
    <w:tbl>
      <w:tblPr>
        <w:tblW w:w="9354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0"/>
        <w:gridCol w:w="1680"/>
        <w:gridCol w:w="5324"/>
      </w:tblGrid>
      <w:tr w:rsidR="006A1840" w:rsidRPr="00506B98" w14:paraId="29720B81" w14:textId="77777777" w:rsidTr="00A97B3F">
        <w:trPr>
          <w:trHeight w:val="80"/>
        </w:trPr>
        <w:tc>
          <w:tcPr>
            <w:tcW w:w="935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8DAB581" w14:textId="77777777" w:rsidR="006A1840" w:rsidRPr="00587570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50" w:left="121"/>
              <w:jc w:val="center"/>
              <w:rPr>
                <w:rFonts w:ascii="ＭＳ 明朝" w:hAnsi="Century"/>
              </w:rPr>
            </w:pPr>
          </w:p>
        </w:tc>
      </w:tr>
      <w:tr w:rsidR="006A1840" w:rsidRPr="00506B98" w14:paraId="719FC557" w14:textId="77777777" w:rsidTr="00036858">
        <w:trPr>
          <w:trHeight w:val="127"/>
        </w:trPr>
        <w:tc>
          <w:tcPr>
            <w:tcW w:w="2350" w:type="dxa"/>
            <w:vMerge w:val="restart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7300E16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BIZ UDPゴシック" w:eastAsia="BIZ UDPゴシック" w:hAnsi="BIZ UDPゴシック"/>
              </w:rPr>
            </w:pPr>
            <w:r w:rsidRPr="00E324B4">
              <w:rPr>
                <w:rFonts w:ascii="BIZ UDPゴシック" w:eastAsia="BIZ UDPゴシック" w:hAnsi="BIZ UDPゴシック" w:cs="ＭＳ 明朝" w:hint="eastAsia"/>
              </w:rPr>
              <w:t>法人等の名称</w:t>
            </w:r>
          </w:p>
        </w:tc>
        <w:tc>
          <w:tcPr>
            <w:tcW w:w="7004" w:type="dxa"/>
            <w:gridSpan w:val="2"/>
            <w:tcBorders>
              <w:top w:val="single" w:sz="12" w:space="0" w:color="auto"/>
              <w:left w:val="single" w:sz="12" w:space="0" w:color="000000"/>
              <w:bottom w:val="dashSmallGap" w:sz="4" w:space="0" w:color="auto"/>
              <w:right w:val="single" w:sz="12" w:space="0" w:color="000000"/>
            </w:tcBorders>
          </w:tcPr>
          <w:p w14:paraId="29991AA4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E324B4">
              <w:rPr>
                <w:rFonts w:ascii="BIZ UDPゴシック" w:eastAsia="BIZ UDPゴシック" w:hAnsi="BIZ UDPゴシック" w:cs="ＭＳ 明朝" w:hint="eastAsia"/>
                <w:sz w:val="18"/>
                <w:szCs w:val="18"/>
              </w:rPr>
              <w:t>（ふりがな）</w:t>
            </w:r>
          </w:p>
        </w:tc>
      </w:tr>
      <w:tr w:rsidR="006A1840" w:rsidRPr="00506B98" w14:paraId="2251E9DF" w14:textId="77777777" w:rsidTr="00036858">
        <w:trPr>
          <w:trHeight w:val="602"/>
        </w:trPr>
        <w:tc>
          <w:tcPr>
            <w:tcW w:w="23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628A8D" w14:textId="77777777" w:rsidR="006A1840" w:rsidRPr="00E324B4" w:rsidRDefault="006A1840" w:rsidP="00A97B3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04" w:type="dxa"/>
            <w:gridSpan w:val="2"/>
            <w:tcBorders>
              <w:top w:val="dashSmallGap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6A0515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BIZ UDPゴシック" w:eastAsia="BIZ UDPゴシック" w:hAnsi="BIZ UDPゴシック"/>
              </w:rPr>
            </w:pPr>
          </w:p>
        </w:tc>
      </w:tr>
      <w:tr w:rsidR="006A1840" w:rsidRPr="00506B98" w14:paraId="1A271677" w14:textId="77777777" w:rsidTr="00036858">
        <w:trPr>
          <w:trHeight w:val="951"/>
        </w:trPr>
        <w:tc>
          <w:tcPr>
            <w:tcW w:w="2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85D193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BIZ UDPゴシック" w:eastAsia="BIZ UDPゴシック" w:hAnsi="BIZ UDPゴシック"/>
              </w:rPr>
            </w:pPr>
            <w:r w:rsidRPr="00E324B4">
              <w:rPr>
                <w:rFonts w:ascii="BIZ UDPゴシック" w:eastAsia="BIZ UDPゴシック" w:hAnsi="BIZ UDPゴシック" w:cs="ＭＳ 明朝" w:hint="eastAsia"/>
              </w:rPr>
              <w:t>法人等の所在地</w:t>
            </w:r>
          </w:p>
        </w:tc>
        <w:tc>
          <w:tcPr>
            <w:tcW w:w="70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C5CBC6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6A1840" w:rsidRPr="00506B98" w14:paraId="39E6CC7E" w14:textId="77777777" w:rsidTr="00036858">
        <w:trPr>
          <w:trHeight w:val="489"/>
        </w:trPr>
        <w:tc>
          <w:tcPr>
            <w:tcW w:w="235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8959B29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BIZ UDPゴシック" w:eastAsia="BIZ UDPゴシック" w:hAnsi="BIZ UDPゴシック"/>
              </w:rPr>
            </w:pPr>
            <w:r w:rsidRPr="00E324B4">
              <w:rPr>
                <w:rFonts w:ascii="BIZ UDPゴシック" w:eastAsia="BIZ UDPゴシック" w:hAnsi="BIZ UDPゴシック" w:cs="ＭＳ 明朝" w:hint="eastAsia"/>
              </w:rPr>
              <w:t xml:space="preserve">連　</w:t>
            </w:r>
            <w:r w:rsidRPr="00E324B4">
              <w:rPr>
                <w:rFonts w:ascii="BIZ UDPゴシック" w:eastAsia="BIZ UDPゴシック" w:hAnsi="BIZ UDPゴシック"/>
              </w:rPr>
              <w:t xml:space="preserve"> </w:t>
            </w:r>
            <w:r w:rsidRPr="00E324B4">
              <w:rPr>
                <w:rFonts w:ascii="BIZ UDPゴシック" w:eastAsia="BIZ UDPゴシック" w:hAnsi="BIZ UDPゴシック" w:cs="ＭＳ 明朝" w:hint="eastAsia"/>
              </w:rPr>
              <w:t xml:space="preserve">絡　</w:t>
            </w:r>
            <w:r w:rsidRPr="00E324B4">
              <w:rPr>
                <w:rFonts w:ascii="BIZ UDPゴシック" w:eastAsia="BIZ UDPゴシック" w:hAnsi="BIZ UDPゴシック"/>
              </w:rPr>
              <w:t xml:space="preserve"> </w:t>
            </w:r>
            <w:r w:rsidRPr="00E324B4">
              <w:rPr>
                <w:rFonts w:ascii="BIZ UDPゴシック" w:eastAsia="BIZ UDPゴシック" w:hAnsi="BIZ UDPゴシック" w:cs="ＭＳ 明朝" w:hint="eastAsia"/>
              </w:rPr>
              <w:t>先</w:t>
            </w:r>
          </w:p>
        </w:tc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E5C1F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50" w:firstLine="121"/>
              <w:rPr>
                <w:rFonts w:ascii="BIZ UDPゴシック" w:eastAsia="BIZ UDPゴシック" w:hAnsi="BIZ UDPゴシック"/>
              </w:rPr>
            </w:pPr>
            <w:r w:rsidRPr="00E324B4">
              <w:rPr>
                <w:rFonts w:ascii="BIZ UDPゴシック" w:eastAsia="BIZ UDPゴシック" w:hAnsi="BIZ UDPゴシック" w:cs="ＭＳ 明朝" w:hint="eastAsia"/>
              </w:rPr>
              <w:t>所属部署名</w:t>
            </w:r>
          </w:p>
        </w:tc>
        <w:tc>
          <w:tcPr>
            <w:tcW w:w="53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D0DE23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BIZ UDPゴシック" w:eastAsia="BIZ UDPゴシック" w:hAnsi="BIZ UDPゴシック"/>
              </w:rPr>
            </w:pPr>
          </w:p>
        </w:tc>
      </w:tr>
      <w:tr w:rsidR="006A1840" w:rsidRPr="00506B98" w14:paraId="7949CD76" w14:textId="77777777" w:rsidTr="00036858">
        <w:trPr>
          <w:trHeight w:val="313"/>
        </w:trPr>
        <w:tc>
          <w:tcPr>
            <w:tcW w:w="235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63FC747" w14:textId="77777777" w:rsidR="006A1840" w:rsidRPr="00E324B4" w:rsidRDefault="006A1840" w:rsidP="00A97B3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7CCCFE7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50" w:firstLine="121"/>
              <w:rPr>
                <w:rFonts w:ascii="BIZ UDPゴシック" w:eastAsia="BIZ UDPゴシック" w:hAnsi="BIZ UDPゴシック"/>
              </w:rPr>
            </w:pPr>
            <w:r w:rsidRPr="00E324B4">
              <w:rPr>
                <w:rFonts w:ascii="BIZ UDPゴシック" w:eastAsia="BIZ UDPゴシック" w:hAnsi="BIZ UDPゴシック" w:cs="ＭＳ 明朝" w:hint="eastAsia"/>
              </w:rPr>
              <w:t>担　当　者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14:paraId="475093FB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E324B4">
              <w:rPr>
                <w:rFonts w:ascii="BIZ UDPゴシック" w:eastAsia="BIZ UDPゴシック" w:hAnsi="BIZ UDPゴシック" w:cs="ＭＳ 明朝" w:hint="eastAsia"/>
                <w:sz w:val="18"/>
                <w:szCs w:val="18"/>
              </w:rPr>
              <w:t>（ふりがな）</w:t>
            </w:r>
          </w:p>
        </w:tc>
      </w:tr>
      <w:tr w:rsidR="006A1840" w:rsidRPr="00506B98" w14:paraId="672378F0" w14:textId="77777777" w:rsidTr="00036858">
        <w:trPr>
          <w:trHeight w:val="616"/>
        </w:trPr>
        <w:tc>
          <w:tcPr>
            <w:tcW w:w="235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F5C1A6F" w14:textId="77777777" w:rsidR="006A1840" w:rsidRPr="00E324B4" w:rsidRDefault="006A1840" w:rsidP="00A97B3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80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6EE3D3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100" w:firstLine="242"/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24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26E4C7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BIZ UDPゴシック" w:eastAsia="BIZ UDPゴシック" w:hAnsi="BIZ UDPゴシック"/>
              </w:rPr>
            </w:pPr>
          </w:p>
        </w:tc>
      </w:tr>
      <w:tr w:rsidR="006A1840" w:rsidRPr="00506B98" w14:paraId="65CCD508" w14:textId="77777777" w:rsidTr="00036858">
        <w:trPr>
          <w:trHeight w:val="494"/>
        </w:trPr>
        <w:tc>
          <w:tcPr>
            <w:tcW w:w="235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E37670" w14:textId="77777777" w:rsidR="006A1840" w:rsidRPr="00E324B4" w:rsidRDefault="006A1840" w:rsidP="00A97B3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38C10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50" w:firstLine="121"/>
              <w:rPr>
                <w:rFonts w:ascii="BIZ UDPゴシック" w:eastAsia="BIZ UDPゴシック" w:hAnsi="BIZ UDPゴシック"/>
              </w:rPr>
            </w:pPr>
            <w:r w:rsidRPr="00E324B4">
              <w:rPr>
                <w:rFonts w:ascii="BIZ UDPゴシック" w:eastAsia="BIZ UDPゴシック" w:hAnsi="BIZ UDPゴシック" w:cs="ＭＳ 明朝" w:hint="eastAsia"/>
              </w:rPr>
              <w:t>電　　　話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6138CD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BIZ UDPゴシック" w:eastAsia="BIZ UDPゴシック" w:hAnsi="BIZ UDPゴシック"/>
              </w:rPr>
            </w:pPr>
          </w:p>
        </w:tc>
      </w:tr>
      <w:tr w:rsidR="006A1840" w:rsidRPr="00506B98" w14:paraId="4679BD16" w14:textId="77777777" w:rsidTr="00036858">
        <w:trPr>
          <w:trHeight w:val="480"/>
        </w:trPr>
        <w:tc>
          <w:tcPr>
            <w:tcW w:w="235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E157576" w14:textId="77777777" w:rsidR="006A1840" w:rsidRPr="00E324B4" w:rsidRDefault="006A1840" w:rsidP="00A97B3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81CBE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50" w:firstLine="121"/>
              <w:rPr>
                <w:rFonts w:ascii="BIZ UDPゴシック" w:eastAsia="BIZ UDPゴシック" w:hAnsi="BIZ UDPゴシック"/>
              </w:rPr>
            </w:pPr>
            <w:r w:rsidRPr="00E324B4">
              <w:rPr>
                <w:rFonts w:ascii="BIZ UDPゴシック" w:eastAsia="BIZ UDPゴシック" w:hAnsi="BIZ UDPゴシック" w:cs="ＭＳ 明朝" w:hint="eastAsia"/>
              </w:rPr>
              <w:t>Ｆ　Ａ　Ｘ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18355A7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BIZ UDPゴシック" w:eastAsia="BIZ UDPゴシック" w:hAnsi="BIZ UDPゴシック"/>
              </w:rPr>
            </w:pPr>
          </w:p>
        </w:tc>
      </w:tr>
      <w:tr w:rsidR="006A1840" w:rsidRPr="00506B98" w14:paraId="40C4F50F" w14:textId="77777777" w:rsidTr="00036858">
        <w:trPr>
          <w:trHeight w:val="480"/>
        </w:trPr>
        <w:tc>
          <w:tcPr>
            <w:tcW w:w="23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57D187" w14:textId="77777777" w:rsidR="006A1840" w:rsidRPr="00E324B4" w:rsidRDefault="006A1840" w:rsidP="00A97B3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0E0E66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50" w:firstLine="121"/>
              <w:rPr>
                <w:rFonts w:ascii="BIZ UDPゴシック" w:eastAsia="BIZ UDPゴシック" w:hAnsi="BIZ UDPゴシック"/>
              </w:rPr>
            </w:pPr>
            <w:r w:rsidRPr="00E324B4">
              <w:rPr>
                <w:rFonts w:ascii="BIZ UDPゴシック" w:eastAsia="BIZ UDPゴシック" w:hAnsi="BIZ UDPゴシック"/>
              </w:rPr>
              <w:t>E-mail</w:t>
            </w:r>
            <w:r w:rsidRPr="00E324B4">
              <w:rPr>
                <w:rFonts w:ascii="BIZ UDPゴシック" w:eastAsia="BIZ UDPゴシック" w:hAnsi="BIZ UDPゴシック" w:cs="ＭＳ 明朝" w:hint="eastAsia"/>
              </w:rPr>
              <w:t>ｱﾄﾞﾚｽ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4B172D" w14:textId="77777777" w:rsidR="006A1840" w:rsidRPr="00E324B4" w:rsidRDefault="006A1840" w:rsidP="00A97B3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BIZ UDPゴシック" w:eastAsia="BIZ UDPゴシック" w:hAnsi="BIZ UDPゴシック"/>
              </w:rPr>
            </w:pPr>
          </w:p>
        </w:tc>
      </w:tr>
      <w:tr w:rsidR="006A1840" w:rsidRPr="00506B98" w14:paraId="62AC311C" w14:textId="77777777" w:rsidTr="00A97B3F">
        <w:trPr>
          <w:trHeight w:val="786"/>
        </w:trPr>
        <w:tc>
          <w:tcPr>
            <w:tcW w:w="9354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EFA26E0" w14:textId="105A9BEA" w:rsidR="006A1840" w:rsidRPr="000C14FD" w:rsidRDefault="000C14FD" w:rsidP="00A97B3F">
            <w:pPr>
              <w:rPr>
                <w:rFonts w:ascii="BIZ UDPゴシック" w:eastAsia="BIZ UDPゴシック" w:hAnsi="BIZ UDPゴシック" w:cs="ＭＳ ゴシック"/>
                <w:u w:val="double"/>
              </w:rPr>
            </w:pPr>
            <w:r w:rsidRPr="000C14FD">
              <w:rPr>
                <w:rFonts w:ascii="BIZ UDPゴシック" w:eastAsia="BIZ UDPゴシック" w:hAnsi="BIZ UDPゴシック" w:cs="ＭＳ ゴシック" w:hint="eastAsia"/>
              </w:rPr>
              <w:t xml:space="preserve">＊　</w:t>
            </w:r>
            <w:r w:rsidRPr="000C14FD">
              <w:rPr>
                <w:rFonts w:ascii="BIZ UDPゴシック" w:eastAsia="BIZ UDPゴシック" w:hAnsi="BIZ UDPゴシック" w:cs="ＭＳ ゴシック" w:hint="eastAsia"/>
                <w:u w:val="double"/>
              </w:rPr>
              <w:t>提出は必ず電子メールでお願いします。</w:t>
            </w:r>
          </w:p>
          <w:p w14:paraId="7B07509B" w14:textId="7F23DB9C" w:rsidR="006A1840" w:rsidRPr="000C14FD" w:rsidRDefault="000C14FD" w:rsidP="000C14FD">
            <w:pPr>
              <w:rPr>
                <w:rFonts w:ascii="BIZ UDPゴシック" w:eastAsia="BIZ UDPゴシック" w:hAnsi="BIZ UDPゴシック" w:cs="ＭＳ 明朝"/>
              </w:rPr>
            </w:pPr>
            <w:r w:rsidRPr="000C14FD">
              <w:rPr>
                <w:rFonts w:ascii="BIZ UDPゴシック" w:eastAsia="BIZ UDPゴシック" w:hAnsi="BIZ UDPゴシック" w:cs="ＭＳ ゴシック" w:hint="eastAsia"/>
              </w:rPr>
              <w:t xml:space="preserve">＊　</w:t>
            </w:r>
            <w:r>
              <w:rPr>
                <w:rFonts w:ascii="BIZ UDPゴシック" w:eastAsia="BIZ UDPゴシック" w:hAnsi="BIZ UDPゴシック" w:cs="ＭＳ ゴシック" w:hint="eastAsia"/>
              </w:rPr>
              <w:t>URL送付申込締切日</w:t>
            </w:r>
            <w:r w:rsidRPr="000C14FD">
              <w:rPr>
                <w:rFonts w:ascii="BIZ UDPゴシック" w:eastAsia="BIZ UDPゴシック" w:hAnsi="BIZ UDPゴシック" w:cs="ＭＳ ゴシック" w:hint="eastAsia"/>
              </w:rPr>
              <w:t>：令和７</w:t>
            </w:r>
            <w:r w:rsidRPr="00C75640">
              <w:rPr>
                <w:rFonts w:ascii="BIZ UDPゴシック" w:eastAsia="BIZ UDPゴシック" w:hAnsi="BIZ UDPゴシック" w:cs="ＭＳ ゴシック" w:hint="eastAsia"/>
              </w:rPr>
              <w:t>年８月２</w:t>
            </w:r>
            <w:r w:rsidR="00C75640" w:rsidRPr="00C75640">
              <w:rPr>
                <w:rFonts w:ascii="BIZ UDPゴシック" w:eastAsia="BIZ UDPゴシック" w:hAnsi="BIZ UDPゴシック" w:cs="ＭＳ ゴシック" w:hint="eastAsia"/>
              </w:rPr>
              <w:t>2</w:t>
            </w:r>
            <w:r w:rsidRPr="00C75640">
              <w:rPr>
                <w:rFonts w:ascii="BIZ UDPゴシック" w:eastAsia="BIZ UDPゴシック" w:hAnsi="BIZ UDPゴシック" w:cs="ＭＳ ゴシック" w:hint="eastAsia"/>
              </w:rPr>
              <w:t>日（金）</w:t>
            </w:r>
          </w:p>
        </w:tc>
      </w:tr>
    </w:tbl>
    <w:p w14:paraId="02E4E11B" w14:textId="77777777" w:rsidR="006A1840" w:rsidRPr="003B79BA" w:rsidRDefault="006A1840" w:rsidP="006A1840"/>
    <w:p w14:paraId="3FEFF5C1" w14:textId="2265ED65" w:rsidR="006A1840" w:rsidRPr="000C14FD" w:rsidRDefault="006A1840" w:rsidP="008933E6">
      <w:pPr>
        <w:widowControl/>
        <w:overflowPunct/>
        <w:adjustRightInd/>
        <w:jc w:val="left"/>
        <w:textAlignment w:val="auto"/>
        <w:rPr>
          <w:color w:val="000000" w:themeColor="text1"/>
        </w:rPr>
      </w:pPr>
    </w:p>
    <w:sectPr w:rsidR="006A1840" w:rsidRPr="000C14FD" w:rsidSect="00AE13E3">
      <w:headerReference w:type="default" r:id="rId8"/>
      <w:pgSz w:w="11906" w:h="16838" w:code="9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3D6ED" w14:textId="77777777" w:rsidR="00BE38AF" w:rsidRDefault="00BE38AF">
      <w:r>
        <w:separator/>
      </w:r>
    </w:p>
  </w:endnote>
  <w:endnote w:type="continuationSeparator" w:id="0">
    <w:p w14:paraId="32DED2F2" w14:textId="77777777" w:rsidR="00BE38AF" w:rsidRDefault="00BE3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25EF7" w14:textId="77777777" w:rsidR="00BE38AF" w:rsidRDefault="00BE38AF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3CDDA249" w14:textId="77777777" w:rsidR="00BE38AF" w:rsidRDefault="00BE3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72921" w14:textId="77777777" w:rsidR="006F22F3" w:rsidRDefault="006F22F3" w:rsidP="0072523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817384"/>
    <w:multiLevelType w:val="hybridMultilevel"/>
    <w:tmpl w:val="9FD89562"/>
    <w:lvl w:ilvl="0" w:tplc="4C58465C">
      <w:start w:val="2"/>
      <w:numFmt w:val="bullet"/>
      <w:suff w:val="space"/>
      <w:lvlText w:val="・"/>
      <w:lvlJc w:val="left"/>
      <w:pPr>
        <w:ind w:left="275" w:hanging="20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035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15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95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75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55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35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15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95" w:hanging="480"/>
      </w:pPr>
      <w:rPr>
        <w:rFonts w:ascii="Wingdings" w:hAnsi="Wingdings" w:hint="default"/>
      </w:rPr>
    </w:lvl>
  </w:abstractNum>
  <w:abstractNum w:abstractNumId="1" w15:restartNumberingAfterBreak="0">
    <w:nsid w:val="3E5B69FC"/>
    <w:multiLevelType w:val="hybridMultilevel"/>
    <w:tmpl w:val="039EFDB4"/>
    <w:lvl w:ilvl="0" w:tplc="5B3A3072">
      <w:start w:val="4"/>
      <w:numFmt w:val="bullet"/>
      <w:lvlText w:val="○"/>
      <w:lvlJc w:val="left"/>
      <w:pPr>
        <w:ind w:left="60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2" w15:restartNumberingAfterBreak="0">
    <w:nsid w:val="68682625"/>
    <w:multiLevelType w:val="hybridMultilevel"/>
    <w:tmpl w:val="E43C80E8"/>
    <w:lvl w:ilvl="0" w:tplc="00FE5B9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CF75EB"/>
    <w:multiLevelType w:val="hybridMultilevel"/>
    <w:tmpl w:val="B6185B10"/>
    <w:lvl w:ilvl="0" w:tplc="973EBB44">
      <w:start w:val="8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24553633">
    <w:abstractNumId w:val="0"/>
  </w:num>
  <w:num w:numId="2" w16cid:durableId="2067145660">
    <w:abstractNumId w:val="1"/>
  </w:num>
  <w:num w:numId="3" w16cid:durableId="1779448244">
    <w:abstractNumId w:val="2"/>
  </w:num>
  <w:num w:numId="4" w16cid:durableId="15958981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4A3"/>
    <w:rsid w:val="00004320"/>
    <w:rsid w:val="00011EDE"/>
    <w:rsid w:val="00013821"/>
    <w:rsid w:val="00013B0C"/>
    <w:rsid w:val="00013D31"/>
    <w:rsid w:val="000244C1"/>
    <w:rsid w:val="00025EB2"/>
    <w:rsid w:val="00026E7C"/>
    <w:rsid w:val="000278A4"/>
    <w:rsid w:val="00036858"/>
    <w:rsid w:val="00037C4C"/>
    <w:rsid w:val="00050235"/>
    <w:rsid w:val="00062A02"/>
    <w:rsid w:val="00064F1E"/>
    <w:rsid w:val="000666B6"/>
    <w:rsid w:val="00066C1B"/>
    <w:rsid w:val="000711F0"/>
    <w:rsid w:val="00081BE4"/>
    <w:rsid w:val="00087E50"/>
    <w:rsid w:val="000A14D3"/>
    <w:rsid w:val="000A4B73"/>
    <w:rsid w:val="000A7C52"/>
    <w:rsid w:val="000B136E"/>
    <w:rsid w:val="000C14FD"/>
    <w:rsid w:val="000C1D98"/>
    <w:rsid w:val="000C2320"/>
    <w:rsid w:val="000C27E1"/>
    <w:rsid w:val="000C3DE0"/>
    <w:rsid w:val="000D24DC"/>
    <w:rsid w:val="000D3886"/>
    <w:rsid w:val="000D6547"/>
    <w:rsid w:val="000E2D0B"/>
    <w:rsid w:val="000E38C0"/>
    <w:rsid w:val="000E4564"/>
    <w:rsid w:val="000E6234"/>
    <w:rsid w:val="000E6FBD"/>
    <w:rsid w:val="000F2F2F"/>
    <w:rsid w:val="000F5F44"/>
    <w:rsid w:val="00100341"/>
    <w:rsid w:val="00111B18"/>
    <w:rsid w:val="00112653"/>
    <w:rsid w:val="00113CA0"/>
    <w:rsid w:val="001145E6"/>
    <w:rsid w:val="00114804"/>
    <w:rsid w:val="00116E87"/>
    <w:rsid w:val="0012232F"/>
    <w:rsid w:val="00132265"/>
    <w:rsid w:val="00133093"/>
    <w:rsid w:val="00133D0B"/>
    <w:rsid w:val="001357DB"/>
    <w:rsid w:val="00136A04"/>
    <w:rsid w:val="001425E2"/>
    <w:rsid w:val="00153350"/>
    <w:rsid w:val="00162BE3"/>
    <w:rsid w:val="0016407A"/>
    <w:rsid w:val="0016474C"/>
    <w:rsid w:val="00171435"/>
    <w:rsid w:val="001744FF"/>
    <w:rsid w:val="001866CA"/>
    <w:rsid w:val="0019075A"/>
    <w:rsid w:val="00194F4B"/>
    <w:rsid w:val="00196801"/>
    <w:rsid w:val="001A0CE8"/>
    <w:rsid w:val="001A2772"/>
    <w:rsid w:val="001A2A40"/>
    <w:rsid w:val="001A76CB"/>
    <w:rsid w:val="001B25D1"/>
    <w:rsid w:val="001B387A"/>
    <w:rsid w:val="001B722E"/>
    <w:rsid w:val="001C3813"/>
    <w:rsid w:val="001D11DD"/>
    <w:rsid w:val="001D1AC5"/>
    <w:rsid w:val="001F24D5"/>
    <w:rsid w:val="00201516"/>
    <w:rsid w:val="00201A17"/>
    <w:rsid w:val="002062DC"/>
    <w:rsid w:val="00217A4F"/>
    <w:rsid w:val="00223B89"/>
    <w:rsid w:val="00223E24"/>
    <w:rsid w:val="00226233"/>
    <w:rsid w:val="00235DB5"/>
    <w:rsid w:val="00243360"/>
    <w:rsid w:val="0025042B"/>
    <w:rsid w:val="00255C13"/>
    <w:rsid w:val="00265F2D"/>
    <w:rsid w:val="0028036C"/>
    <w:rsid w:val="00284253"/>
    <w:rsid w:val="002856C0"/>
    <w:rsid w:val="00287C29"/>
    <w:rsid w:val="002B0D53"/>
    <w:rsid w:val="002B490A"/>
    <w:rsid w:val="002B5680"/>
    <w:rsid w:val="002E1537"/>
    <w:rsid w:val="002E3263"/>
    <w:rsid w:val="002E5C8E"/>
    <w:rsid w:val="002F26BA"/>
    <w:rsid w:val="002F32FE"/>
    <w:rsid w:val="00303609"/>
    <w:rsid w:val="00303BAE"/>
    <w:rsid w:val="00310DAC"/>
    <w:rsid w:val="00311EB1"/>
    <w:rsid w:val="00314324"/>
    <w:rsid w:val="00321449"/>
    <w:rsid w:val="00324573"/>
    <w:rsid w:val="00340479"/>
    <w:rsid w:val="00342E40"/>
    <w:rsid w:val="00344710"/>
    <w:rsid w:val="00350009"/>
    <w:rsid w:val="00351A29"/>
    <w:rsid w:val="00351DE5"/>
    <w:rsid w:val="0035242A"/>
    <w:rsid w:val="0035363A"/>
    <w:rsid w:val="003536A3"/>
    <w:rsid w:val="0035700E"/>
    <w:rsid w:val="00364606"/>
    <w:rsid w:val="0036479C"/>
    <w:rsid w:val="003759C0"/>
    <w:rsid w:val="00380589"/>
    <w:rsid w:val="00383C3A"/>
    <w:rsid w:val="003864E8"/>
    <w:rsid w:val="00387498"/>
    <w:rsid w:val="003912F7"/>
    <w:rsid w:val="003A3B20"/>
    <w:rsid w:val="003C26A7"/>
    <w:rsid w:val="003C4926"/>
    <w:rsid w:val="003C7CB4"/>
    <w:rsid w:val="003D55A5"/>
    <w:rsid w:val="003E3C08"/>
    <w:rsid w:val="003F2EEF"/>
    <w:rsid w:val="003F5D86"/>
    <w:rsid w:val="003F765A"/>
    <w:rsid w:val="0040185D"/>
    <w:rsid w:val="00403803"/>
    <w:rsid w:val="00407B75"/>
    <w:rsid w:val="00416FEE"/>
    <w:rsid w:val="004257BD"/>
    <w:rsid w:val="00426722"/>
    <w:rsid w:val="0043138B"/>
    <w:rsid w:val="00434F65"/>
    <w:rsid w:val="0044181D"/>
    <w:rsid w:val="0044427C"/>
    <w:rsid w:val="00453D50"/>
    <w:rsid w:val="004627D1"/>
    <w:rsid w:val="004735B0"/>
    <w:rsid w:val="00475268"/>
    <w:rsid w:val="0049020A"/>
    <w:rsid w:val="004A0E3C"/>
    <w:rsid w:val="004A1023"/>
    <w:rsid w:val="004A1A20"/>
    <w:rsid w:val="004A2B0A"/>
    <w:rsid w:val="004B626F"/>
    <w:rsid w:val="004B6B94"/>
    <w:rsid w:val="004B6BD6"/>
    <w:rsid w:val="004C417D"/>
    <w:rsid w:val="004C41C0"/>
    <w:rsid w:val="004C4337"/>
    <w:rsid w:val="004C6A9E"/>
    <w:rsid w:val="004D7F69"/>
    <w:rsid w:val="004E0ACC"/>
    <w:rsid w:val="004E5C81"/>
    <w:rsid w:val="004F38E7"/>
    <w:rsid w:val="00500C64"/>
    <w:rsid w:val="005010A2"/>
    <w:rsid w:val="00507D78"/>
    <w:rsid w:val="00513D91"/>
    <w:rsid w:val="005155AF"/>
    <w:rsid w:val="005245F0"/>
    <w:rsid w:val="00544179"/>
    <w:rsid w:val="00560081"/>
    <w:rsid w:val="00560EC0"/>
    <w:rsid w:val="005645E3"/>
    <w:rsid w:val="0056574E"/>
    <w:rsid w:val="0056580C"/>
    <w:rsid w:val="00570D05"/>
    <w:rsid w:val="005829DA"/>
    <w:rsid w:val="00584DF2"/>
    <w:rsid w:val="00586BF3"/>
    <w:rsid w:val="0058791A"/>
    <w:rsid w:val="005A11C9"/>
    <w:rsid w:val="005A268A"/>
    <w:rsid w:val="005A274A"/>
    <w:rsid w:val="005A50B8"/>
    <w:rsid w:val="005A69D6"/>
    <w:rsid w:val="005B3F7E"/>
    <w:rsid w:val="005B430D"/>
    <w:rsid w:val="005B51FB"/>
    <w:rsid w:val="005B55AC"/>
    <w:rsid w:val="005C0BC6"/>
    <w:rsid w:val="005C3634"/>
    <w:rsid w:val="005C5A90"/>
    <w:rsid w:val="005D6DB1"/>
    <w:rsid w:val="005E22F8"/>
    <w:rsid w:val="005E4FFD"/>
    <w:rsid w:val="005F153B"/>
    <w:rsid w:val="005F6FC4"/>
    <w:rsid w:val="006030D2"/>
    <w:rsid w:val="00611B13"/>
    <w:rsid w:val="00613580"/>
    <w:rsid w:val="00620A4B"/>
    <w:rsid w:val="00621C76"/>
    <w:rsid w:val="00624851"/>
    <w:rsid w:val="00625029"/>
    <w:rsid w:val="00641BC0"/>
    <w:rsid w:val="00650720"/>
    <w:rsid w:val="006508AA"/>
    <w:rsid w:val="0066054E"/>
    <w:rsid w:val="0066331C"/>
    <w:rsid w:val="006634D2"/>
    <w:rsid w:val="00665DF9"/>
    <w:rsid w:val="00671AD6"/>
    <w:rsid w:val="006758C6"/>
    <w:rsid w:val="00686A75"/>
    <w:rsid w:val="0068714C"/>
    <w:rsid w:val="00690E9F"/>
    <w:rsid w:val="0069120E"/>
    <w:rsid w:val="006919A3"/>
    <w:rsid w:val="00693508"/>
    <w:rsid w:val="006A16C6"/>
    <w:rsid w:val="006A1840"/>
    <w:rsid w:val="006C2593"/>
    <w:rsid w:val="006C6907"/>
    <w:rsid w:val="006C7EC1"/>
    <w:rsid w:val="006D0E51"/>
    <w:rsid w:val="006D434D"/>
    <w:rsid w:val="006D4DA5"/>
    <w:rsid w:val="006D4F46"/>
    <w:rsid w:val="006D685E"/>
    <w:rsid w:val="006E2737"/>
    <w:rsid w:val="006E79F7"/>
    <w:rsid w:val="006F22F3"/>
    <w:rsid w:val="006F4232"/>
    <w:rsid w:val="00702752"/>
    <w:rsid w:val="00702B58"/>
    <w:rsid w:val="00705D25"/>
    <w:rsid w:val="007134B4"/>
    <w:rsid w:val="00713AD1"/>
    <w:rsid w:val="00723EB1"/>
    <w:rsid w:val="0072523A"/>
    <w:rsid w:val="00733261"/>
    <w:rsid w:val="00741A8C"/>
    <w:rsid w:val="007454D0"/>
    <w:rsid w:val="007502EE"/>
    <w:rsid w:val="00757D46"/>
    <w:rsid w:val="0076456B"/>
    <w:rsid w:val="00764ACD"/>
    <w:rsid w:val="00765E8D"/>
    <w:rsid w:val="00766326"/>
    <w:rsid w:val="00767D3B"/>
    <w:rsid w:val="0077239E"/>
    <w:rsid w:val="00787495"/>
    <w:rsid w:val="00790A94"/>
    <w:rsid w:val="00790A9F"/>
    <w:rsid w:val="007911E6"/>
    <w:rsid w:val="00794EA1"/>
    <w:rsid w:val="00797AC3"/>
    <w:rsid w:val="007A4C4C"/>
    <w:rsid w:val="007B2469"/>
    <w:rsid w:val="007B3929"/>
    <w:rsid w:val="007B77C9"/>
    <w:rsid w:val="007C2A3B"/>
    <w:rsid w:val="007C736B"/>
    <w:rsid w:val="007D19D5"/>
    <w:rsid w:val="007D2022"/>
    <w:rsid w:val="007E0F16"/>
    <w:rsid w:val="007E64C2"/>
    <w:rsid w:val="007E6746"/>
    <w:rsid w:val="007F2758"/>
    <w:rsid w:val="007F5CB8"/>
    <w:rsid w:val="0080015E"/>
    <w:rsid w:val="00800476"/>
    <w:rsid w:val="00801645"/>
    <w:rsid w:val="008069F2"/>
    <w:rsid w:val="0081280F"/>
    <w:rsid w:val="008153FA"/>
    <w:rsid w:val="008210BC"/>
    <w:rsid w:val="00822550"/>
    <w:rsid w:val="00825469"/>
    <w:rsid w:val="00826288"/>
    <w:rsid w:val="00833329"/>
    <w:rsid w:val="008344B1"/>
    <w:rsid w:val="00835B14"/>
    <w:rsid w:val="008415D8"/>
    <w:rsid w:val="00846587"/>
    <w:rsid w:val="00847355"/>
    <w:rsid w:val="0085267C"/>
    <w:rsid w:val="00855206"/>
    <w:rsid w:val="0086125D"/>
    <w:rsid w:val="008747BF"/>
    <w:rsid w:val="00881642"/>
    <w:rsid w:val="008827E6"/>
    <w:rsid w:val="008846B5"/>
    <w:rsid w:val="00890522"/>
    <w:rsid w:val="008908DB"/>
    <w:rsid w:val="00890FD9"/>
    <w:rsid w:val="00893183"/>
    <w:rsid w:val="008933E6"/>
    <w:rsid w:val="008A6F44"/>
    <w:rsid w:val="008A7645"/>
    <w:rsid w:val="008B01ED"/>
    <w:rsid w:val="008B131D"/>
    <w:rsid w:val="008B1423"/>
    <w:rsid w:val="008B6496"/>
    <w:rsid w:val="008C1275"/>
    <w:rsid w:val="008D2620"/>
    <w:rsid w:val="008E07EB"/>
    <w:rsid w:val="008E3671"/>
    <w:rsid w:val="008F6E9D"/>
    <w:rsid w:val="009003B8"/>
    <w:rsid w:val="00901599"/>
    <w:rsid w:val="00907A68"/>
    <w:rsid w:val="0091657C"/>
    <w:rsid w:val="009315B5"/>
    <w:rsid w:val="00934810"/>
    <w:rsid w:val="009416DE"/>
    <w:rsid w:val="009458DF"/>
    <w:rsid w:val="0095515A"/>
    <w:rsid w:val="009575AC"/>
    <w:rsid w:val="00960783"/>
    <w:rsid w:val="009845AE"/>
    <w:rsid w:val="0099619F"/>
    <w:rsid w:val="00996245"/>
    <w:rsid w:val="009A24A7"/>
    <w:rsid w:val="009A417C"/>
    <w:rsid w:val="009B098C"/>
    <w:rsid w:val="009B38B5"/>
    <w:rsid w:val="009B5AD7"/>
    <w:rsid w:val="009B7C86"/>
    <w:rsid w:val="009C0C21"/>
    <w:rsid w:val="009C5053"/>
    <w:rsid w:val="009D2EBA"/>
    <w:rsid w:val="009D4FDB"/>
    <w:rsid w:val="009E0D88"/>
    <w:rsid w:val="009E123F"/>
    <w:rsid w:val="009E1747"/>
    <w:rsid w:val="009E54A3"/>
    <w:rsid w:val="009E7AD6"/>
    <w:rsid w:val="009F0236"/>
    <w:rsid w:val="009F02AA"/>
    <w:rsid w:val="009F26E1"/>
    <w:rsid w:val="009F6202"/>
    <w:rsid w:val="00A021E2"/>
    <w:rsid w:val="00A02D3E"/>
    <w:rsid w:val="00A14226"/>
    <w:rsid w:val="00A21EFB"/>
    <w:rsid w:val="00A22E4D"/>
    <w:rsid w:val="00A25435"/>
    <w:rsid w:val="00A30D05"/>
    <w:rsid w:val="00A31A05"/>
    <w:rsid w:val="00A36469"/>
    <w:rsid w:val="00A37188"/>
    <w:rsid w:val="00A371B4"/>
    <w:rsid w:val="00A374CE"/>
    <w:rsid w:val="00A53E33"/>
    <w:rsid w:val="00A55559"/>
    <w:rsid w:val="00A555DA"/>
    <w:rsid w:val="00A67017"/>
    <w:rsid w:val="00A72DF1"/>
    <w:rsid w:val="00A82446"/>
    <w:rsid w:val="00A85968"/>
    <w:rsid w:val="00A94CD6"/>
    <w:rsid w:val="00AA322D"/>
    <w:rsid w:val="00AA6ED4"/>
    <w:rsid w:val="00AA7619"/>
    <w:rsid w:val="00AA79EF"/>
    <w:rsid w:val="00AB03A6"/>
    <w:rsid w:val="00AC29C3"/>
    <w:rsid w:val="00AC2A1D"/>
    <w:rsid w:val="00AD4B82"/>
    <w:rsid w:val="00AE13E3"/>
    <w:rsid w:val="00AE2B67"/>
    <w:rsid w:val="00AE4C8F"/>
    <w:rsid w:val="00AF2F39"/>
    <w:rsid w:val="00AF47CF"/>
    <w:rsid w:val="00AF7E1C"/>
    <w:rsid w:val="00B008F7"/>
    <w:rsid w:val="00B01F81"/>
    <w:rsid w:val="00B02269"/>
    <w:rsid w:val="00B042F8"/>
    <w:rsid w:val="00B07075"/>
    <w:rsid w:val="00B16DF6"/>
    <w:rsid w:val="00B17833"/>
    <w:rsid w:val="00B2003C"/>
    <w:rsid w:val="00B214B6"/>
    <w:rsid w:val="00B249FD"/>
    <w:rsid w:val="00B2752A"/>
    <w:rsid w:val="00B323E4"/>
    <w:rsid w:val="00B365BF"/>
    <w:rsid w:val="00B41A9C"/>
    <w:rsid w:val="00B47FF1"/>
    <w:rsid w:val="00B516BD"/>
    <w:rsid w:val="00B557D4"/>
    <w:rsid w:val="00B60A78"/>
    <w:rsid w:val="00B66693"/>
    <w:rsid w:val="00B75449"/>
    <w:rsid w:val="00B761A9"/>
    <w:rsid w:val="00B76CFE"/>
    <w:rsid w:val="00B83494"/>
    <w:rsid w:val="00B964D7"/>
    <w:rsid w:val="00BA3150"/>
    <w:rsid w:val="00BA77C4"/>
    <w:rsid w:val="00BB0BBD"/>
    <w:rsid w:val="00BC13FF"/>
    <w:rsid w:val="00BC1D92"/>
    <w:rsid w:val="00BD7A06"/>
    <w:rsid w:val="00BD7CD1"/>
    <w:rsid w:val="00BE3776"/>
    <w:rsid w:val="00BE38AF"/>
    <w:rsid w:val="00BE5E89"/>
    <w:rsid w:val="00BF1D46"/>
    <w:rsid w:val="00BF2855"/>
    <w:rsid w:val="00BF558C"/>
    <w:rsid w:val="00BF5B42"/>
    <w:rsid w:val="00BF5F54"/>
    <w:rsid w:val="00BF748A"/>
    <w:rsid w:val="00C0089F"/>
    <w:rsid w:val="00C07F20"/>
    <w:rsid w:val="00C13C97"/>
    <w:rsid w:val="00C34A3A"/>
    <w:rsid w:val="00C34EC1"/>
    <w:rsid w:val="00C4063C"/>
    <w:rsid w:val="00C415F4"/>
    <w:rsid w:val="00C45533"/>
    <w:rsid w:val="00C52F61"/>
    <w:rsid w:val="00C60450"/>
    <w:rsid w:val="00C714E8"/>
    <w:rsid w:val="00C75640"/>
    <w:rsid w:val="00C809F0"/>
    <w:rsid w:val="00C81918"/>
    <w:rsid w:val="00C81B01"/>
    <w:rsid w:val="00C852D9"/>
    <w:rsid w:val="00C85942"/>
    <w:rsid w:val="00C919C8"/>
    <w:rsid w:val="00C93175"/>
    <w:rsid w:val="00C936B6"/>
    <w:rsid w:val="00CA31A8"/>
    <w:rsid w:val="00CA5F09"/>
    <w:rsid w:val="00CA6DDE"/>
    <w:rsid w:val="00CB48BA"/>
    <w:rsid w:val="00CC20C7"/>
    <w:rsid w:val="00CD04B6"/>
    <w:rsid w:val="00CD1110"/>
    <w:rsid w:val="00CD355F"/>
    <w:rsid w:val="00CE024B"/>
    <w:rsid w:val="00CE1AA5"/>
    <w:rsid w:val="00CE3CE6"/>
    <w:rsid w:val="00CE43A9"/>
    <w:rsid w:val="00CE77AB"/>
    <w:rsid w:val="00CF2829"/>
    <w:rsid w:val="00CF3805"/>
    <w:rsid w:val="00CF6F99"/>
    <w:rsid w:val="00D058EA"/>
    <w:rsid w:val="00D06E81"/>
    <w:rsid w:val="00D318B5"/>
    <w:rsid w:val="00D36567"/>
    <w:rsid w:val="00D37149"/>
    <w:rsid w:val="00D42825"/>
    <w:rsid w:val="00D43180"/>
    <w:rsid w:val="00D439EA"/>
    <w:rsid w:val="00D471E6"/>
    <w:rsid w:val="00D51D27"/>
    <w:rsid w:val="00D52AF4"/>
    <w:rsid w:val="00D64B22"/>
    <w:rsid w:val="00D67561"/>
    <w:rsid w:val="00D71417"/>
    <w:rsid w:val="00D90E4D"/>
    <w:rsid w:val="00D92388"/>
    <w:rsid w:val="00D93BCD"/>
    <w:rsid w:val="00D93F87"/>
    <w:rsid w:val="00D95C4B"/>
    <w:rsid w:val="00D96086"/>
    <w:rsid w:val="00DA2E6A"/>
    <w:rsid w:val="00DA5564"/>
    <w:rsid w:val="00DC70EE"/>
    <w:rsid w:val="00DD37B7"/>
    <w:rsid w:val="00DD3AC8"/>
    <w:rsid w:val="00DD47EC"/>
    <w:rsid w:val="00DE1E28"/>
    <w:rsid w:val="00DE3D15"/>
    <w:rsid w:val="00DE55E2"/>
    <w:rsid w:val="00DF213C"/>
    <w:rsid w:val="00E03E56"/>
    <w:rsid w:val="00E147DE"/>
    <w:rsid w:val="00E202CF"/>
    <w:rsid w:val="00E27E92"/>
    <w:rsid w:val="00E324B4"/>
    <w:rsid w:val="00E34282"/>
    <w:rsid w:val="00E43A6C"/>
    <w:rsid w:val="00E443EB"/>
    <w:rsid w:val="00E52137"/>
    <w:rsid w:val="00E63855"/>
    <w:rsid w:val="00E677F3"/>
    <w:rsid w:val="00E71436"/>
    <w:rsid w:val="00E75797"/>
    <w:rsid w:val="00E800A2"/>
    <w:rsid w:val="00E809B5"/>
    <w:rsid w:val="00E83AED"/>
    <w:rsid w:val="00E876FE"/>
    <w:rsid w:val="00E90FE0"/>
    <w:rsid w:val="00E92CFA"/>
    <w:rsid w:val="00E94015"/>
    <w:rsid w:val="00E95425"/>
    <w:rsid w:val="00EA5DA5"/>
    <w:rsid w:val="00EB2A52"/>
    <w:rsid w:val="00EC5DBF"/>
    <w:rsid w:val="00EC7CFD"/>
    <w:rsid w:val="00ED6BDC"/>
    <w:rsid w:val="00EE11EE"/>
    <w:rsid w:val="00EE1B9A"/>
    <w:rsid w:val="00EE27B5"/>
    <w:rsid w:val="00EE4E13"/>
    <w:rsid w:val="00EF3AFA"/>
    <w:rsid w:val="00EF54E9"/>
    <w:rsid w:val="00F01FA0"/>
    <w:rsid w:val="00F06B15"/>
    <w:rsid w:val="00F14DD9"/>
    <w:rsid w:val="00F17DDE"/>
    <w:rsid w:val="00F222FC"/>
    <w:rsid w:val="00F24034"/>
    <w:rsid w:val="00F26758"/>
    <w:rsid w:val="00F27FAC"/>
    <w:rsid w:val="00F31277"/>
    <w:rsid w:val="00F36103"/>
    <w:rsid w:val="00F3755B"/>
    <w:rsid w:val="00F509CC"/>
    <w:rsid w:val="00F513CB"/>
    <w:rsid w:val="00F57AB0"/>
    <w:rsid w:val="00F65439"/>
    <w:rsid w:val="00F65C0A"/>
    <w:rsid w:val="00F73A50"/>
    <w:rsid w:val="00F81E83"/>
    <w:rsid w:val="00F864FA"/>
    <w:rsid w:val="00F9468B"/>
    <w:rsid w:val="00F94BE6"/>
    <w:rsid w:val="00F961C8"/>
    <w:rsid w:val="00FB15EC"/>
    <w:rsid w:val="00FC1226"/>
    <w:rsid w:val="00FC5E48"/>
    <w:rsid w:val="00FC5EEF"/>
    <w:rsid w:val="00FC6C44"/>
    <w:rsid w:val="00FD25BB"/>
    <w:rsid w:val="00FD38AA"/>
    <w:rsid w:val="00FF2A3E"/>
    <w:rsid w:val="00FF3D7A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EBE296"/>
  <w15:docId w15:val="{D9465460-DA5D-4AF3-892B-C9348FAF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EC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semiHidden/>
    <w:unhideWhenUsed/>
    <w:rsid w:val="006D4F46"/>
    <w:pPr>
      <w:jc w:val="right"/>
      <w:textAlignment w:val="auto"/>
    </w:pPr>
  </w:style>
  <w:style w:type="character" w:customStyle="1" w:styleId="a8">
    <w:name w:val="結語 (文字)"/>
    <w:basedOn w:val="a0"/>
    <w:link w:val="a7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6D4F46"/>
    <w:pPr>
      <w:jc w:val="center"/>
      <w:textAlignment w:val="auto"/>
    </w:pPr>
  </w:style>
  <w:style w:type="character" w:customStyle="1" w:styleId="aa">
    <w:name w:val="記 (文字)"/>
    <w:basedOn w:val="a0"/>
    <w:link w:val="a9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C6C44"/>
    <w:rPr>
      <w:rFonts w:asciiTheme="majorHAnsi" w:eastAsiaTheme="majorEastAsia" w:hAnsiTheme="majorHAns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FC6C4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53D50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3D5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53D50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3D5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53D50"/>
    <w:rPr>
      <w:rFonts w:ascii="Times New Roman" w:hAnsi="Times New Roman" w:cs="Times New Roman"/>
      <w:b/>
      <w:bCs/>
      <w:color w:val="000000"/>
      <w:kern w:val="0"/>
      <w:sz w:val="24"/>
      <w:szCs w:val="24"/>
    </w:rPr>
  </w:style>
  <w:style w:type="table" w:styleId="af2">
    <w:name w:val="Table Grid"/>
    <w:basedOn w:val="a1"/>
    <w:uiPriority w:val="39"/>
    <w:rsid w:val="00DE1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B249FD"/>
    <w:rPr>
      <w:rFonts w:ascii="Times New Roman" w:hAnsi="Times New Roman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unhideWhenUsed/>
    <w:rsid w:val="007B3929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styleId="af4">
    <w:name w:val="endnote text"/>
    <w:basedOn w:val="a"/>
    <w:link w:val="af5"/>
    <w:uiPriority w:val="99"/>
    <w:semiHidden/>
    <w:unhideWhenUsed/>
    <w:rsid w:val="00F65439"/>
    <w:pPr>
      <w:snapToGrid w:val="0"/>
      <w:jc w:val="left"/>
    </w:pPr>
  </w:style>
  <w:style w:type="character" w:customStyle="1" w:styleId="af5">
    <w:name w:val="文末脚注文字列 (文字)"/>
    <w:basedOn w:val="a0"/>
    <w:link w:val="af4"/>
    <w:uiPriority w:val="99"/>
    <w:semiHidden/>
    <w:rsid w:val="00F65439"/>
    <w:rPr>
      <w:rFonts w:ascii="Times New Roman" w:hAnsi="Times New Roman"/>
      <w:color w:val="000000"/>
      <w:kern w:val="0"/>
      <w:sz w:val="24"/>
      <w:szCs w:val="24"/>
    </w:rPr>
  </w:style>
  <w:style w:type="character" w:styleId="af6">
    <w:name w:val="endnote reference"/>
    <w:basedOn w:val="a0"/>
    <w:uiPriority w:val="99"/>
    <w:semiHidden/>
    <w:unhideWhenUsed/>
    <w:rsid w:val="00F654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21EC-C29B-40D9-BA3E-067B88A4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公園課</dc:creator>
  <cp:lastModifiedBy>古戸 麻琴（障害者福祉推進課）</cp:lastModifiedBy>
  <cp:revision>30</cp:revision>
  <cp:lastPrinted>2019-06-24T10:56:00Z</cp:lastPrinted>
  <dcterms:created xsi:type="dcterms:W3CDTF">2019-07-08T11:49:00Z</dcterms:created>
  <dcterms:modified xsi:type="dcterms:W3CDTF">2025-05-22T02:03:00Z</dcterms:modified>
</cp:coreProperties>
</file>